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88121" w14:textId="77777777" w:rsidR="00A31EEB" w:rsidRDefault="00210C48">
      <w:pPr>
        <w:pStyle w:val="Title"/>
        <w:jc w:val="right"/>
      </w:pPr>
      <w:r>
        <w:t>SONAR</w:t>
      </w:r>
    </w:p>
    <w:p w14:paraId="595EAB39" w14:textId="3BA0E498" w:rsidR="00A31EEB" w:rsidRDefault="000D293C">
      <w:pPr>
        <w:pStyle w:val="Title"/>
        <w:jc w:val="right"/>
      </w:pPr>
      <w:fldSimple w:instr="title  \* Mergeformat ">
        <w:r w:rsidR="00CA0558">
          <w:t>Use Ca</w:t>
        </w:r>
        <w:r w:rsidR="00210C48">
          <w:t xml:space="preserve">se Specification: </w:t>
        </w:r>
        <w:r w:rsidR="004A15F7">
          <w:t>Edit</w:t>
        </w:r>
        <w:r w:rsidR="00210C48">
          <w:t xml:space="preserve"> </w:t>
        </w:r>
        <w:r w:rsidR="002F517C">
          <w:t>Graduate Student</w:t>
        </w:r>
      </w:fldSimple>
    </w:p>
    <w:p w14:paraId="1FDB9A8D" w14:textId="77777777" w:rsidR="00A31EEB" w:rsidRDefault="00A31EEB">
      <w:pPr>
        <w:pStyle w:val="Title"/>
        <w:jc w:val="right"/>
      </w:pPr>
    </w:p>
    <w:p w14:paraId="46C4DBD4" w14:textId="77777777" w:rsidR="00A31EEB" w:rsidRDefault="00210C48">
      <w:pPr>
        <w:pStyle w:val="Title"/>
        <w:jc w:val="right"/>
        <w:rPr>
          <w:sz w:val="28"/>
        </w:rPr>
      </w:pPr>
      <w:r>
        <w:rPr>
          <w:sz w:val="28"/>
        </w:rPr>
        <w:t>Version 1.0</w:t>
      </w:r>
    </w:p>
    <w:p w14:paraId="09322E3C" w14:textId="77777777" w:rsidR="00A31EEB" w:rsidRDefault="00A31EEB"/>
    <w:p w14:paraId="65245B95" w14:textId="77777777" w:rsidR="00A31EEB" w:rsidRDefault="00AE19B8" w:rsidP="003A529D">
      <w:pPr>
        <w:pStyle w:val="InfoBlue"/>
      </w:pPr>
      <w:r>
        <w:t xml:space="preserve"> </w:t>
      </w:r>
    </w:p>
    <w:p w14:paraId="3EDA4E47" w14:textId="77777777" w:rsidR="00A31EEB" w:rsidRDefault="00A31EEB"/>
    <w:p w14:paraId="57F9C9E4" w14:textId="77777777" w:rsidR="00A31EEB" w:rsidRDefault="00A31EEB">
      <w:pPr>
        <w:pStyle w:val="BodyText"/>
      </w:pPr>
    </w:p>
    <w:p w14:paraId="24C31056" w14:textId="77777777" w:rsidR="00A31EEB" w:rsidRDefault="00A31EEB">
      <w:pPr>
        <w:pStyle w:val="BodyText"/>
      </w:pPr>
    </w:p>
    <w:p w14:paraId="6A568B48" w14:textId="77777777" w:rsidR="00A31EEB" w:rsidRDefault="00A31EEB">
      <w:pPr>
        <w:sectPr w:rsidR="00A31EEB">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vAlign w:val="center"/>
        </w:sectPr>
      </w:pPr>
    </w:p>
    <w:p w14:paraId="152A3368" w14:textId="77777777" w:rsidR="00A31EEB"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A31EEB" w14:paraId="5EE1BB75" w14:textId="77777777">
        <w:tc>
          <w:tcPr>
            <w:tcW w:w="2304" w:type="dxa"/>
          </w:tcPr>
          <w:p w14:paraId="0F02E5FD" w14:textId="77777777" w:rsidR="00A31EEB" w:rsidRDefault="00AE19B8">
            <w:pPr>
              <w:pStyle w:val="Tabletext"/>
              <w:jc w:val="center"/>
              <w:rPr>
                <w:b/>
              </w:rPr>
            </w:pPr>
            <w:r>
              <w:rPr>
                <w:b/>
              </w:rPr>
              <w:t>Date</w:t>
            </w:r>
          </w:p>
        </w:tc>
        <w:tc>
          <w:tcPr>
            <w:tcW w:w="1152" w:type="dxa"/>
          </w:tcPr>
          <w:p w14:paraId="7D3DE024" w14:textId="77777777" w:rsidR="00A31EEB" w:rsidRDefault="00AE19B8">
            <w:pPr>
              <w:pStyle w:val="Tabletext"/>
              <w:jc w:val="center"/>
              <w:rPr>
                <w:b/>
              </w:rPr>
            </w:pPr>
            <w:r>
              <w:rPr>
                <w:b/>
              </w:rPr>
              <w:t>Version</w:t>
            </w:r>
          </w:p>
        </w:tc>
        <w:tc>
          <w:tcPr>
            <w:tcW w:w="3744" w:type="dxa"/>
          </w:tcPr>
          <w:p w14:paraId="49CCBEFC" w14:textId="77777777" w:rsidR="00A31EEB" w:rsidRDefault="00AE19B8">
            <w:pPr>
              <w:pStyle w:val="Tabletext"/>
              <w:jc w:val="center"/>
              <w:rPr>
                <w:b/>
              </w:rPr>
            </w:pPr>
            <w:r>
              <w:rPr>
                <w:b/>
              </w:rPr>
              <w:t>Description</w:t>
            </w:r>
          </w:p>
        </w:tc>
        <w:tc>
          <w:tcPr>
            <w:tcW w:w="2304" w:type="dxa"/>
          </w:tcPr>
          <w:p w14:paraId="4EC7B7C4" w14:textId="77777777" w:rsidR="00A31EEB" w:rsidRDefault="00AE19B8">
            <w:pPr>
              <w:pStyle w:val="Tabletext"/>
              <w:jc w:val="center"/>
              <w:rPr>
                <w:b/>
              </w:rPr>
            </w:pPr>
            <w:r>
              <w:rPr>
                <w:b/>
              </w:rPr>
              <w:t>Author</w:t>
            </w:r>
          </w:p>
        </w:tc>
      </w:tr>
      <w:tr w:rsidR="00A31EEB" w14:paraId="1E8D96EE" w14:textId="77777777">
        <w:tc>
          <w:tcPr>
            <w:tcW w:w="2304" w:type="dxa"/>
          </w:tcPr>
          <w:p w14:paraId="14E16EDE" w14:textId="77777777" w:rsidR="00A31EEB" w:rsidRDefault="00940074">
            <w:pPr>
              <w:pStyle w:val="Tabletext"/>
            </w:pPr>
            <w:r>
              <w:t>19</w:t>
            </w:r>
            <w:r w:rsidR="00210C48">
              <w:t>/Oct/16</w:t>
            </w:r>
          </w:p>
        </w:tc>
        <w:tc>
          <w:tcPr>
            <w:tcW w:w="1152" w:type="dxa"/>
          </w:tcPr>
          <w:p w14:paraId="2766FBB0" w14:textId="77777777" w:rsidR="00A31EEB" w:rsidRDefault="00210C48">
            <w:pPr>
              <w:pStyle w:val="Tabletext"/>
            </w:pPr>
            <w:r>
              <w:t>1.0</w:t>
            </w:r>
          </w:p>
        </w:tc>
        <w:tc>
          <w:tcPr>
            <w:tcW w:w="3744" w:type="dxa"/>
          </w:tcPr>
          <w:p w14:paraId="34D25BE4" w14:textId="05DB58DB" w:rsidR="00A31EEB" w:rsidRDefault="00FC46C2" w:rsidP="004A15F7">
            <w:pPr>
              <w:pStyle w:val="Tabletext"/>
            </w:pPr>
            <w:r>
              <w:t xml:space="preserve">Use Case: </w:t>
            </w:r>
            <w:r w:rsidR="004A15F7">
              <w:t>Edit</w:t>
            </w:r>
            <w:r>
              <w:t xml:space="preserve"> </w:t>
            </w:r>
            <w:r w:rsidR="002F517C">
              <w:t>Graduate</w:t>
            </w:r>
            <w:r w:rsidR="00261CA6">
              <w:t xml:space="preserve"> </w:t>
            </w:r>
            <w:r w:rsidR="00940074">
              <w:t>Student</w:t>
            </w:r>
          </w:p>
        </w:tc>
        <w:tc>
          <w:tcPr>
            <w:tcW w:w="2304" w:type="dxa"/>
          </w:tcPr>
          <w:p w14:paraId="051C0236" w14:textId="77777777" w:rsidR="00A31EEB" w:rsidRDefault="00940074">
            <w:pPr>
              <w:pStyle w:val="Tabletext"/>
            </w:pPr>
            <w:r>
              <w:t>Rebecca Ludwig</w:t>
            </w:r>
          </w:p>
        </w:tc>
      </w:tr>
      <w:tr w:rsidR="00A31EEB" w14:paraId="717FFFF4" w14:textId="77777777">
        <w:tc>
          <w:tcPr>
            <w:tcW w:w="2304" w:type="dxa"/>
          </w:tcPr>
          <w:p w14:paraId="38E3DC9D" w14:textId="77777777" w:rsidR="00A31EEB" w:rsidRDefault="00A31EEB">
            <w:pPr>
              <w:pStyle w:val="Tabletext"/>
            </w:pPr>
          </w:p>
        </w:tc>
        <w:tc>
          <w:tcPr>
            <w:tcW w:w="1152" w:type="dxa"/>
          </w:tcPr>
          <w:p w14:paraId="189336B3" w14:textId="77777777" w:rsidR="00A31EEB" w:rsidRDefault="00A31EEB">
            <w:pPr>
              <w:pStyle w:val="Tabletext"/>
            </w:pPr>
          </w:p>
        </w:tc>
        <w:tc>
          <w:tcPr>
            <w:tcW w:w="3744" w:type="dxa"/>
          </w:tcPr>
          <w:p w14:paraId="62A62553" w14:textId="77777777" w:rsidR="00A31EEB" w:rsidRDefault="00A31EEB">
            <w:pPr>
              <w:pStyle w:val="Tabletext"/>
            </w:pPr>
          </w:p>
        </w:tc>
        <w:tc>
          <w:tcPr>
            <w:tcW w:w="2304" w:type="dxa"/>
          </w:tcPr>
          <w:p w14:paraId="1AF2D91D" w14:textId="77777777" w:rsidR="00A31EEB" w:rsidRDefault="00A31EEB">
            <w:pPr>
              <w:pStyle w:val="Tabletext"/>
            </w:pPr>
          </w:p>
        </w:tc>
      </w:tr>
      <w:tr w:rsidR="00A31EEB" w14:paraId="5D4DB958" w14:textId="77777777">
        <w:tc>
          <w:tcPr>
            <w:tcW w:w="2304" w:type="dxa"/>
          </w:tcPr>
          <w:p w14:paraId="568B2C59" w14:textId="77777777" w:rsidR="00A31EEB" w:rsidRDefault="00A31EEB">
            <w:pPr>
              <w:pStyle w:val="Tabletext"/>
            </w:pPr>
          </w:p>
        </w:tc>
        <w:tc>
          <w:tcPr>
            <w:tcW w:w="1152" w:type="dxa"/>
          </w:tcPr>
          <w:p w14:paraId="34314426" w14:textId="77777777" w:rsidR="00A31EEB" w:rsidRDefault="00A31EEB">
            <w:pPr>
              <w:pStyle w:val="Tabletext"/>
            </w:pPr>
          </w:p>
        </w:tc>
        <w:tc>
          <w:tcPr>
            <w:tcW w:w="3744" w:type="dxa"/>
          </w:tcPr>
          <w:p w14:paraId="61103C45" w14:textId="77777777" w:rsidR="00A31EEB" w:rsidRDefault="00A31EEB">
            <w:pPr>
              <w:pStyle w:val="Tabletext"/>
            </w:pPr>
          </w:p>
        </w:tc>
        <w:tc>
          <w:tcPr>
            <w:tcW w:w="2304" w:type="dxa"/>
          </w:tcPr>
          <w:p w14:paraId="46E5146F" w14:textId="77777777" w:rsidR="00A31EEB" w:rsidRDefault="00A31EEB">
            <w:pPr>
              <w:pStyle w:val="Tabletext"/>
            </w:pPr>
          </w:p>
        </w:tc>
      </w:tr>
      <w:tr w:rsidR="00A31EEB" w14:paraId="61AACB45" w14:textId="77777777">
        <w:tc>
          <w:tcPr>
            <w:tcW w:w="2304" w:type="dxa"/>
          </w:tcPr>
          <w:p w14:paraId="09CC48B4" w14:textId="77777777" w:rsidR="00A31EEB" w:rsidRDefault="00A31EEB">
            <w:pPr>
              <w:pStyle w:val="Tabletext"/>
            </w:pPr>
          </w:p>
        </w:tc>
        <w:tc>
          <w:tcPr>
            <w:tcW w:w="1152" w:type="dxa"/>
          </w:tcPr>
          <w:p w14:paraId="7D0DCBCC" w14:textId="77777777" w:rsidR="00A31EEB" w:rsidRDefault="00A31EEB">
            <w:pPr>
              <w:pStyle w:val="Tabletext"/>
            </w:pPr>
          </w:p>
        </w:tc>
        <w:tc>
          <w:tcPr>
            <w:tcW w:w="3744" w:type="dxa"/>
          </w:tcPr>
          <w:p w14:paraId="155049F9" w14:textId="77777777" w:rsidR="00A31EEB" w:rsidRDefault="00A31EEB">
            <w:pPr>
              <w:pStyle w:val="Tabletext"/>
            </w:pPr>
          </w:p>
        </w:tc>
        <w:tc>
          <w:tcPr>
            <w:tcW w:w="2304" w:type="dxa"/>
          </w:tcPr>
          <w:p w14:paraId="4432887C" w14:textId="77777777" w:rsidR="00A31EEB" w:rsidRDefault="00A31EEB">
            <w:pPr>
              <w:pStyle w:val="Tabletext"/>
            </w:pPr>
          </w:p>
        </w:tc>
      </w:tr>
    </w:tbl>
    <w:p w14:paraId="7045082E" w14:textId="77777777" w:rsidR="00A31EEB" w:rsidRDefault="00A31EEB"/>
    <w:p w14:paraId="2357BF0E" w14:textId="77777777" w:rsidR="00A31EEB" w:rsidRDefault="00AE19B8">
      <w:pPr>
        <w:pStyle w:val="Title"/>
      </w:pPr>
      <w:r>
        <w:br w:type="page"/>
      </w:r>
      <w:r>
        <w:lastRenderedPageBreak/>
        <w:t>Table of Contents</w:t>
      </w:r>
    </w:p>
    <w:p w14:paraId="784936C0" w14:textId="6FA7BB5E" w:rsidR="00A31EEB"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4A15F7">
        <w:rPr>
          <w:noProof/>
          <w:szCs w:val="24"/>
        </w:rPr>
        <w:t>Edit</w:t>
      </w:r>
      <w:r w:rsidR="00261CA6">
        <w:rPr>
          <w:noProof/>
          <w:szCs w:val="24"/>
        </w:rPr>
        <w:t xml:space="preserve"> </w:t>
      </w:r>
      <w:r w:rsidR="002F517C">
        <w:rPr>
          <w:noProof/>
          <w:szCs w:val="24"/>
        </w:rPr>
        <w:t>Graduate</w:t>
      </w:r>
      <w:r w:rsidR="00FC46C2">
        <w:rPr>
          <w:noProof/>
          <w:szCs w:val="24"/>
        </w:rPr>
        <w:t xml:space="preserve"> Student</w:t>
      </w:r>
      <w:r>
        <w:rPr>
          <w:noProof/>
        </w:rPr>
        <w:tab/>
      </w:r>
      <w:r w:rsidR="005E00B6">
        <w:rPr>
          <w:noProof/>
        </w:rPr>
        <w:t>4</w:t>
      </w:r>
    </w:p>
    <w:p w14:paraId="2BC66C92" w14:textId="77777777" w:rsidR="00A31EEB"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E00B6">
        <w:rPr>
          <w:noProof/>
        </w:rPr>
        <w:t>4</w:t>
      </w:r>
    </w:p>
    <w:p w14:paraId="763FEA96" w14:textId="77777777" w:rsidR="00A31EEB"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E00B6">
        <w:rPr>
          <w:noProof/>
        </w:rPr>
        <w:t>4</w:t>
      </w:r>
    </w:p>
    <w:p w14:paraId="0D177C9F" w14:textId="77777777" w:rsidR="00A31EEB"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E00B6">
        <w:rPr>
          <w:noProof/>
        </w:rPr>
        <w:t>4</w:t>
      </w:r>
    </w:p>
    <w:p w14:paraId="5914AA9D" w14:textId="77777777" w:rsidR="00A31EEB"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E00B6">
        <w:rPr>
          <w:noProof/>
        </w:rPr>
        <w:t>4</w:t>
      </w:r>
    </w:p>
    <w:p w14:paraId="08E2347C" w14:textId="77777777" w:rsidR="00A31EEB" w:rsidRDefault="00AE19B8">
      <w:pPr>
        <w:pStyle w:val="TOC3"/>
        <w:tabs>
          <w:tab w:val="left" w:pos="1600"/>
        </w:tabs>
        <w:rPr>
          <w:noProof/>
          <w:sz w:val="24"/>
          <w:szCs w:val="24"/>
        </w:rPr>
      </w:pPr>
      <w:r>
        <w:rPr>
          <w:noProof/>
        </w:rPr>
        <w:t>2.2.1</w:t>
      </w:r>
      <w:r>
        <w:rPr>
          <w:noProof/>
          <w:sz w:val="24"/>
          <w:szCs w:val="24"/>
        </w:rPr>
        <w:tab/>
      </w:r>
      <w:r w:rsidR="00091F2F">
        <w:rPr>
          <w:noProof/>
        </w:rPr>
        <w:t>Required Fields Not Complete</w:t>
      </w:r>
      <w:r>
        <w:rPr>
          <w:noProof/>
        </w:rPr>
        <w:tab/>
      </w:r>
      <w:r w:rsidR="005E00B6">
        <w:rPr>
          <w:noProof/>
        </w:rPr>
        <w:t>4</w:t>
      </w:r>
    </w:p>
    <w:p w14:paraId="69043EA7" w14:textId="77777777" w:rsidR="00A31EEB" w:rsidRDefault="00AE19B8">
      <w:pPr>
        <w:pStyle w:val="TOC3"/>
        <w:tabs>
          <w:tab w:val="left" w:pos="1600"/>
        </w:tabs>
        <w:rPr>
          <w:noProof/>
          <w:sz w:val="24"/>
          <w:szCs w:val="24"/>
        </w:rPr>
      </w:pPr>
      <w:r>
        <w:rPr>
          <w:noProof/>
        </w:rPr>
        <w:t>2.2.2</w:t>
      </w:r>
      <w:r>
        <w:rPr>
          <w:noProof/>
          <w:sz w:val="24"/>
          <w:szCs w:val="24"/>
        </w:rPr>
        <w:tab/>
      </w:r>
      <w:r w:rsidR="00091F2F">
        <w:rPr>
          <w:noProof/>
        </w:rPr>
        <w:t>Reset Form</w:t>
      </w:r>
      <w:r>
        <w:rPr>
          <w:noProof/>
        </w:rPr>
        <w:tab/>
      </w:r>
      <w:r w:rsidR="005E00B6">
        <w:rPr>
          <w:noProof/>
        </w:rPr>
        <w:t>4</w:t>
      </w:r>
    </w:p>
    <w:p w14:paraId="62E4830E" w14:textId="77777777" w:rsidR="00A31EEB"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E00B6">
        <w:rPr>
          <w:noProof/>
        </w:rPr>
        <w:t>4</w:t>
      </w:r>
    </w:p>
    <w:p w14:paraId="7384899F" w14:textId="77777777" w:rsidR="00A31EEB" w:rsidRDefault="00AE19B8">
      <w:pPr>
        <w:pStyle w:val="TOC2"/>
        <w:tabs>
          <w:tab w:val="left" w:pos="1000"/>
        </w:tabs>
        <w:rPr>
          <w:noProof/>
          <w:sz w:val="24"/>
          <w:szCs w:val="24"/>
        </w:rPr>
      </w:pPr>
      <w:r>
        <w:rPr>
          <w:noProof/>
        </w:rPr>
        <w:t>3.1</w:t>
      </w:r>
      <w:r>
        <w:rPr>
          <w:noProof/>
          <w:sz w:val="24"/>
          <w:szCs w:val="24"/>
        </w:rPr>
        <w:tab/>
      </w:r>
      <w:r w:rsidR="00091F2F">
        <w:rPr>
          <w:noProof/>
        </w:rPr>
        <w:t>System Requirements</w:t>
      </w:r>
      <w:r>
        <w:rPr>
          <w:noProof/>
        </w:rPr>
        <w:tab/>
      </w:r>
      <w:r w:rsidR="005E00B6">
        <w:rPr>
          <w:noProof/>
        </w:rPr>
        <w:t>4</w:t>
      </w:r>
    </w:p>
    <w:p w14:paraId="3EA09B4A" w14:textId="77777777" w:rsidR="00A31EEB"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E00B6">
        <w:rPr>
          <w:noProof/>
        </w:rPr>
        <w:t>4</w:t>
      </w:r>
    </w:p>
    <w:p w14:paraId="3272298B" w14:textId="77777777" w:rsidR="00A31EEB" w:rsidRDefault="00AE19B8">
      <w:pPr>
        <w:pStyle w:val="TOC2"/>
        <w:tabs>
          <w:tab w:val="left" w:pos="1000"/>
        </w:tabs>
        <w:rPr>
          <w:noProof/>
          <w:sz w:val="24"/>
          <w:szCs w:val="24"/>
        </w:rPr>
      </w:pPr>
      <w:r>
        <w:rPr>
          <w:noProof/>
        </w:rPr>
        <w:t>4.1</w:t>
      </w:r>
      <w:r>
        <w:rPr>
          <w:noProof/>
          <w:sz w:val="24"/>
          <w:szCs w:val="24"/>
        </w:rPr>
        <w:tab/>
      </w:r>
      <w:r w:rsidR="00F045AB">
        <w:rPr>
          <w:noProof/>
        </w:rPr>
        <w:t>Access to System</w:t>
      </w:r>
      <w:r>
        <w:rPr>
          <w:noProof/>
        </w:rPr>
        <w:tab/>
      </w:r>
      <w:r w:rsidR="005E00B6">
        <w:rPr>
          <w:noProof/>
        </w:rPr>
        <w:t>4</w:t>
      </w:r>
    </w:p>
    <w:p w14:paraId="60B09428" w14:textId="77777777" w:rsidR="00A31EEB"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E00B6">
        <w:rPr>
          <w:noProof/>
        </w:rPr>
        <w:t>4</w:t>
      </w:r>
    </w:p>
    <w:p w14:paraId="7130BA7D" w14:textId="77777777" w:rsidR="00A31EEB" w:rsidRDefault="00AE19B8">
      <w:pPr>
        <w:pStyle w:val="TOC2"/>
        <w:tabs>
          <w:tab w:val="left" w:pos="1000"/>
        </w:tabs>
        <w:rPr>
          <w:noProof/>
          <w:sz w:val="24"/>
          <w:szCs w:val="24"/>
        </w:rPr>
      </w:pPr>
      <w:r>
        <w:rPr>
          <w:noProof/>
        </w:rPr>
        <w:t>5.1</w:t>
      </w:r>
      <w:r>
        <w:rPr>
          <w:noProof/>
          <w:sz w:val="24"/>
          <w:szCs w:val="24"/>
        </w:rPr>
        <w:tab/>
      </w:r>
      <w:r w:rsidR="00F045AB">
        <w:rPr>
          <w:noProof/>
        </w:rPr>
        <w:t>Student Added</w:t>
      </w:r>
      <w:r>
        <w:rPr>
          <w:noProof/>
        </w:rPr>
        <w:tab/>
      </w:r>
      <w:r w:rsidR="005E00B6">
        <w:rPr>
          <w:noProof/>
        </w:rPr>
        <w:t>4</w:t>
      </w:r>
    </w:p>
    <w:p w14:paraId="756F4631" w14:textId="77777777" w:rsidR="00A31EEB"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E00B6">
        <w:rPr>
          <w:noProof/>
        </w:rPr>
        <w:t>5</w:t>
      </w:r>
    </w:p>
    <w:p w14:paraId="48E4BE83" w14:textId="155A3D7B" w:rsidR="00A31EEB" w:rsidRDefault="00AE19B8">
      <w:pPr>
        <w:pStyle w:val="TOC2"/>
        <w:tabs>
          <w:tab w:val="left" w:pos="1000"/>
        </w:tabs>
        <w:rPr>
          <w:noProof/>
          <w:sz w:val="24"/>
          <w:szCs w:val="24"/>
        </w:rPr>
      </w:pPr>
      <w:r>
        <w:rPr>
          <w:noProof/>
        </w:rPr>
        <w:t>6.1</w:t>
      </w:r>
      <w:r>
        <w:rPr>
          <w:noProof/>
          <w:sz w:val="24"/>
          <w:szCs w:val="24"/>
        </w:rPr>
        <w:tab/>
      </w:r>
      <w:r w:rsidR="00FC46C2">
        <w:rPr>
          <w:noProof/>
        </w:rPr>
        <w:t>Invalid Input</w:t>
      </w:r>
      <w:r>
        <w:rPr>
          <w:noProof/>
        </w:rPr>
        <w:tab/>
      </w:r>
      <w:r w:rsidR="005E00B6">
        <w:rPr>
          <w:noProof/>
        </w:rPr>
        <w:t>5</w:t>
      </w:r>
    </w:p>
    <w:p w14:paraId="0A6D730C" w14:textId="32A2606F" w:rsidR="00A31EEB" w:rsidRPr="003A529D" w:rsidRDefault="00AE19B8">
      <w:pPr>
        <w:pStyle w:val="Title"/>
      </w:pPr>
      <w:r>
        <w:rPr>
          <w:rFonts w:ascii="Times New Roman" w:hAnsi="Times New Roman"/>
          <w:sz w:val="20"/>
        </w:rPr>
        <w:fldChar w:fldCharType="end"/>
      </w:r>
      <w:r>
        <w:br w:type="page"/>
      </w:r>
      <w:fldSimple w:instr="title  \* Mergeformat ">
        <w:r w:rsidR="00CA0558" w:rsidRPr="003A529D">
          <w:t>Use Ca</w:t>
        </w:r>
        <w:r w:rsidR="000D293C" w:rsidRPr="003A529D">
          <w:t xml:space="preserve">se Specification: </w:t>
        </w:r>
        <w:r w:rsidR="004A15F7">
          <w:t>Edit</w:t>
        </w:r>
        <w:r w:rsidR="00261CA6">
          <w:t xml:space="preserve"> </w:t>
        </w:r>
        <w:r w:rsidR="002F517C">
          <w:t>Graduate</w:t>
        </w:r>
        <w:r w:rsidR="00D05E4C" w:rsidRPr="003A529D">
          <w:t xml:space="preserve"> Student</w:t>
        </w:r>
      </w:fldSimple>
      <w:bookmarkStart w:id="0" w:name="_Toc423410237"/>
      <w:bookmarkStart w:id="1" w:name="_Toc425054503"/>
      <w:r w:rsidRPr="003A529D">
        <w:t xml:space="preserve"> </w:t>
      </w:r>
      <w:bookmarkEnd w:id="0"/>
      <w:bookmarkEnd w:id="1"/>
    </w:p>
    <w:p w14:paraId="23E34377" w14:textId="77777777" w:rsidR="00A31EEB" w:rsidRPr="003A529D" w:rsidRDefault="00A31EEB" w:rsidP="003A529D">
      <w:pPr>
        <w:pStyle w:val="InfoBlue"/>
        <w:rPr>
          <w:color w:val="auto"/>
        </w:rPr>
      </w:pPr>
    </w:p>
    <w:p w14:paraId="609FF73B" w14:textId="1383B77D" w:rsidR="00A31EEB" w:rsidRPr="003A529D" w:rsidRDefault="004A15F7">
      <w:pPr>
        <w:pStyle w:val="Heading1"/>
      </w:pPr>
      <w:bookmarkStart w:id="2" w:name="_Toc423410238"/>
      <w:bookmarkStart w:id="3" w:name="_Toc425054504"/>
      <w:r>
        <w:t>Edit</w:t>
      </w:r>
      <w:r w:rsidR="00FC46C2">
        <w:t xml:space="preserve"> </w:t>
      </w:r>
      <w:r w:rsidR="002F517C">
        <w:t>Graduate</w:t>
      </w:r>
      <w:r w:rsidR="00757329">
        <w:t xml:space="preserve"> Student</w:t>
      </w:r>
    </w:p>
    <w:p w14:paraId="73DC8BD1" w14:textId="77777777" w:rsidR="00A31EEB" w:rsidRPr="003A529D" w:rsidRDefault="00AE19B8">
      <w:pPr>
        <w:pStyle w:val="Heading2"/>
      </w:pPr>
      <w:bookmarkStart w:id="4" w:name="_Toc494515305"/>
      <w:r w:rsidRPr="003A529D">
        <w:t>Brief Description</w:t>
      </w:r>
      <w:bookmarkEnd w:id="2"/>
      <w:bookmarkEnd w:id="3"/>
      <w:bookmarkEnd w:id="4"/>
    </w:p>
    <w:p w14:paraId="6EECB4A7" w14:textId="1D700992" w:rsidR="00A31EEB" w:rsidRPr="003A529D" w:rsidRDefault="004A15F7" w:rsidP="003A529D">
      <w:pPr>
        <w:pStyle w:val="InfoBlue"/>
        <w:rPr>
          <w:color w:val="auto"/>
        </w:rPr>
      </w:pPr>
      <w:r>
        <w:rPr>
          <w:color w:val="auto"/>
        </w:rPr>
        <w:t>Edit</w:t>
      </w:r>
      <w:r w:rsidR="00FC46C2">
        <w:rPr>
          <w:color w:val="auto"/>
        </w:rPr>
        <w:t xml:space="preserve"> </w:t>
      </w:r>
      <w:r w:rsidR="001C4845">
        <w:rPr>
          <w:color w:val="auto"/>
        </w:rPr>
        <w:t>Graduate</w:t>
      </w:r>
      <w:r w:rsidR="00372FB7" w:rsidRPr="003A529D">
        <w:rPr>
          <w:color w:val="auto"/>
        </w:rPr>
        <w:t xml:space="preserve"> Student will </w:t>
      </w:r>
      <w:r>
        <w:rPr>
          <w:color w:val="auto"/>
        </w:rPr>
        <w:t>edit</w:t>
      </w:r>
      <w:r w:rsidR="00372FB7" w:rsidRPr="003A529D">
        <w:rPr>
          <w:color w:val="auto"/>
        </w:rPr>
        <w:t xml:space="preserve"> a student in the database.</w:t>
      </w:r>
    </w:p>
    <w:p w14:paraId="09DB61E2" w14:textId="77777777" w:rsidR="00A31EEB" w:rsidRPr="003A529D" w:rsidRDefault="00AE19B8">
      <w:pPr>
        <w:pStyle w:val="Heading1"/>
        <w:widowControl/>
      </w:pPr>
      <w:bookmarkStart w:id="5" w:name="_Toc423410239"/>
      <w:bookmarkStart w:id="6" w:name="_Toc425054505"/>
      <w:bookmarkStart w:id="7" w:name="_Toc494515306"/>
      <w:r w:rsidRPr="003A529D">
        <w:t>Flow of Events</w:t>
      </w:r>
      <w:bookmarkEnd w:id="5"/>
      <w:bookmarkEnd w:id="6"/>
      <w:bookmarkEnd w:id="7"/>
    </w:p>
    <w:p w14:paraId="4046CE47" w14:textId="77777777" w:rsidR="00A31EEB" w:rsidRPr="003A529D" w:rsidRDefault="00AE19B8">
      <w:pPr>
        <w:pStyle w:val="Heading2"/>
        <w:widowControl/>
      </w:pPr>
      <w:bookmarkStart w:id="8" w:name="_Toc423410240"/>
      <w:bookmarkStart w:id="9" w:name="_Toc425054506"/>
      <w:bookmarkStart w:id="10" w:name="_Toc494515307"/>
      <w:r w:rsidRPr="003A529D">
        <w:t>Basic Flow</w:t>
      </w:r>
      <w:bookmarkEnd w:id="8"/>
      <w:bookmarkEnd w:id="9"/>
      <w:bookmarkEnd w:id="10"/>
      <w:r w:rsidRPr="003A529D">
        <w:t xml:space="preserve"> </w:t>
      </w:r>
    </w:p>
    <w:p w14:paraId="776455F4" w14:textId="3973C7C8" w:rsidR="00C57A79" w:rsidRPr="003A529D" w:rsidRDefault="00C57A79" w:rsidP="003A529D">
      <w:pPr>
        <w:pStyle w:val="InfoBlue"/>
        <w:rPr>
          <w:i w:val="0"/>
          <w:color w:val="auto"/>
        </w:rPr>
      </w:pPr>
      <w:r w:rsidRPr="003A529D">
        <w:rPr>
          <w:i w:val="0"/>
          <w:color w:val="auto"/>
        </w:rPr>
        <w:t>The actor in this case is the</w:t>
      </w:r>
      <w:r w:rsidR="00FC46C2">
        <w:rPr>
          <w:i w:val="0"/>
          <w:color w:val="auto"/>
        </w:rPr>
        <w:t xml:space="preserve"> Advisor that is </w:t>
      </w:r>
      <w:r w:rsidR="00874E82">
        <w:rPr>
          <w:i w:val="0"/>
          <w:color w:val="auto"/>
        </w:rPr>
        <w:t>changing</w:t>
      </w:r>
      <w:r w:rsidR="00FC46C2">
        <w:rPr>
          <w:i w:val="0"/>
          <w:color w:val="auto"/>
        </w:rPr>
        <w:t xml:space="preserve"> </w:t>
      </w:r>
      <w:r w:rsidR="001C4845">
        <w:rPr>
          <w:i w:val="0"/>
          <w:color w:val="auto"/>
        </w:rPr>
        <w:t>Graduate</w:t>
      </w:r>
      <w:r w:rsidRPr="003A529D">
        <w:rPr>
          <w:i w:val="0"/>
          <w:color w:val="auto"/>
        </w:rPr>
        <w:t xml:space="preserve"> student information in to the web form and then submitting, which will </w:t>
      </w:r>
      <w:r w:rsidR="004A15F7">
        <w:rPr>
          <w:i w:val="0"/>
          <w:color w:val="auto"/>
        </w:rPr>
        <w:t>edit</w:t>
      </w:r>
      <w:r w:rsidRPr="003A529D">
        <w:rPr>
          <w:i w:val="0"/>
          <w:color w:val="auto"/>
        </w:rPr>
        <w:t xml:space="preserve"> a s</w:t>
      </w:r>
      <w:r w:rsidR="00372FB7" w:rsidRPr="003A529D">
        <w:rPr>
          <w:i w:val="0"/>
          <w:color w:val="auto"/>
        </w:rPr>
        <w:t>tudent in the data</w:t>
      </w:r>
      <w:r w:rsidRPr="003A529D">
        <w:rPr>
          <w:i w:val="0"/>
          <w:color w:val="auto"/>
        </w:rPr>
        <w:t xml:space="preserve">base. </w:t>
      </w:r>
      <w:r w:rsidR="00372FB7" w:rsidRPr="003A529D">
        <w:rPr>
          <w:i w:val="0"/>
          <w:color w:val="auto"/>
        </w:rPr>
        <w:t xml:space="preserve">All required field of the form must be correctly filled out to submit and </w:t>
      </w:r>
      <w:r w:rsidR="004A15F7">
        <w:rPr>
          <w:i w:val="0"/>
          <w:color w:val="auto"/>
        </w:rPr>
        <w:t>edit</w:t>
      </w:r>
      <w:r w:rsidR="00372FB7" w:rsidRPr="003A529D">
        <w:rPr>
          <w:i w:val="0"/>
          <w:color w:val="auto"/>
        </w:rPr>
        <w:t xml:space="preserve"> student.</w:t>
      </w:r>
    </w:p>
    <w:p w14:paraId="5F425B83" w14:textId="77777777" w:rsidR="00A31EEB" w:rsidRPr="003A529D" w:rsidRDefault="00AE19B8">
      <w:pPr>
        <w:pStyle w:val="Heading2"/>
        <w:widowControl/>
      </w:pPr>
      <w:bookmarkStart w:id="11" w:name="_Toc423410241"/>
      <w:bookmarkStart w:id="12" w:name="_Toc425054507"/>
      <w:bookmarkStart w:id="13" w:name="_Toc494515308"/>
      <w:r w:rsidRPr="003A529D">
        <w:t>Alternative Flows</w:t>
      </w:r>
      <w:bookmarkEnd w:id="11"/>
      <w:bookmarkEnd w:id="12"/>
      <w:bookmarkEnd w:id="13"/>
    </w:p>
    <w:p w14:paraId="0FBDA3C2" w14:textId="77777777" w:rsidR="0004398D" w:rsidRPr="003A529D" w:rsidRDefault="0004398D" w:rsidP="0004398D">
      <w:pPr>
        <w:ind w:left="720"/>
      </w:pPr>
      <w:r w:rsidRPr="003A529D">
        <w:t>Alternative flows will are actions that will occur if student information is not properly inputted into the web form.</w:t>
      </w:r>
    </w:p>
    <w:p w14:paraId="794003EB" w14:textId="77777777" w:rsidR="00A31EEB" w:rsidRPr="003A529D" w:rsidRDefault="00372FB7">
      <w:pPr>
        <w:pStyle w:val="Heading3"/>
        <w:widowControl/>
        <w:rPr>
          <w:i w:val="0"/>
        </w:rPr>
      </w:pPr>
      <w:r w:rsidRPr="003A529D">
        <w:rPr>
          <w:i w:val="0"/>
        </w:rPr>
        <w:t>Required Fields Not Complete</w:t>
      </w:r>
    </w:p>
    <w:p w14:paraId="27E34249" w14:textId="36A42766" w:rsidR="00A31EEB" w:rsidRPr="003A529D" w:rsidRDefault="00372FB7" w:rsidP="003A529D">
      <w:pPr>
        <w:pStyle w:val="InfoBlue"/>
        <w:rPr>
          <w:i w:val="0"/>
          <w:color w:val="auto"/>
        </w:rPr>
      </w:pPr>
      <w:r w:rsidRPr="003A529D">
        <w:rPr>
          <w:i w:val="0"/>
          <w:color w:val="auto"/>
        </w:rPr>
        <w:t xml:space="preserve">If all required fields of the form are not complete an error message will pop up to request advisor to complete required fields and resubmit the form. Once completed and submitted student will be </w:t>
      </w:r>
      <w:r w:rsidR="004A15F7">
        <w:rPr>
          <w:i w:val="0"/>
          <w:color w:val="auto"/>
        </w:rPr>
        <w:t>edited</w:t>
      </w:r>
      <w:r w:rsidRPr="003A529D">
        <w:rPr>
          <w:i w:val="0"/>
          <w:color w:val="auto"/>
        </w:rPr>
        <w:t xml:space="preserve"> in the database.</w:t>
      </w:r>
    </w:p>
    <w:p w14:paraId="5472C45C" w14:textId="77777777" w:rsidR="00A31EEB" w:rsidRPr="003A529D" w:rsidRDefault="0004398D">
      <w:pPr>
        <w:pStyle w:val="Heading3"/>
        <w:widowControl/>
        <w:rPr>
          <w:i w:val="0"/>
        </w:rPr>
      </w:pPr>
      <w:r w:rsidRPr="003A529D">
        <w:rPr>
          <w:i w:val="0"/>
        </w:rPr>
        <w:t>Reset Form</w:t>
      </w:r>
    </w:p>
    <w:p w14:paraId="51E3CF18" w14:textId="77777777" w:rsidR="00A31EEB" w:rsidRPr="003A529D" w:rsidRDefault="00603FBD" w:rsidP="003A529D">
      <w:pPr>
        <w:pStyle w:val="InfoBlue"/>
        <w:rPr>
          <w:i w:val="0"/>
          <w:color w:val="auto"/>
        </w:rPr>
      </w:pPr>
      <w:r w:rsidRPr="003A529D">
        <w:rPr>
          <w:i w:val="0"/>
          <w:color w:val="auto"/>
        </w:rPr>
        <w:t>If advisor wants to abandon adding a student or clear all fields on form advisor can reset the form using the Reset button.</w:t>
      </w:r>
    </w:p>
    <w:p w14:paraId="2B8CA51C" w14:textId="77777777" w:rsidR="00A31EEB" w:rsidRPr="003A529D" w:rsidRDefault="00AE19B8">
      <w:pPr>
        <w:pStyle w:val="Heading1"/>
      </w:pPr>
      <w:bookmarkStart w:id="14" w:name="_Toc423410251"/>
      <w:bookmarkStart w:id="15" w:name="_Toc425054510"/>
      <w:bookmarkStart w:id="16" w:name="_Toc494515311"/>
      <w:r w:rsidRPr="003A529D">
        <w:t>Special Requirements</w:t>
      </w:r>
      <w:bookmarkEnd w:id="14"/>
      <w:bookmarkEnd w:id="15"/>
      <w:bookmarkEnd w:id="16"/>
    </w:p>
    <w:p w14:paraId="4DA6F166" w14:textId="77777777" w:rsidR="0004398D" w:rsidRPr="003A529D" w:rsidRDefault="00603FBD" w:rsidP="0004398D">
      <w:pPr>
        <w:ind w:left="720"/>
      </w:pPr>
      <w:r w:rsidRPr="003A529D">
        <w:t>These are r</w:t>
      </w:r>
      <w:r w:rsidR="0004398D" w:rsidRPr="003A529D">
        <w:t xml:space="preserve">equirements that </w:t>
      </w:r>
      <w:r w:rsidRPr="003A529D">
        <w:t>must be met to run and add</w:t>
      </w:r>
      <w:r w:rsidR="0004398D" w:rsidRPr="003A529D">
        <w:t xml:space="preserve"> </w:t>
      </w:r>
      <w:r w:rsidRPr="003A529D">
        <w:t xml:space="preserve">a </w:t>
      </w:r>
      <w:r w:rsidR="0004398D" w:rsidRPr="003A529D">
        <w:t>student to</w:t>
      </w:r>
      <w:r w:rsidRPr="003A529D">
        <w:t xml:space="preserve"> </w:t>
      </w:r>
      <w:r w:rsidR="0004398D" w:rsidRPr="003A529D">
        <w:t>database.</w:t>
      </w:r>
    </w:p>
    <w:p w14:paraId="1887A1CF" w14:textId="77777777" w:rsidR="0004398D" w:rsidRPr="003A529D" w:rsidRDefault="0004398D" w:rsidP="00603FBD">
      <w:pPr>
        <w:pStyle w:val="Heading2"/>
        <w:widowControl/>
      </w:pPr>
      <w:r w:rsidRPr="003A529D">
        <w:t>System Requirements</w:t>
      </w:r>
    </w:p>
    <w:p w14:paraId="26574E2E" w14:textId="77777777" w:rsidR="0004398D" w:rsidRPr="003A529D" w:rsidRDefault="0004398D" w:rsidP="003A529D">
      <w:pPr>
        <w:pStyle w:val="InfoBlue"/>
        <w:numPr>
          <w:ilvl w:val="0"/>
          <w:numId w:val="25"/>
        </w:numPr>
        <w:rPr>
          <w:i w:val="0"/>
          <w:color w:val="auto"/>
        </w:rPr>
      </w:pPr>
      <w:r w:rsidRPr="003A529D">
        <w:rPr>
          <w:i w:val="0"/>
          <w:color w:val="auto"/>
        </w:rPr>
        <w:t>Access to Windows server 2012</w:t>
      </w:r>
    </w:p>
    <w:p w14:paraId="7E5EF53A" w14:textId="77777777" w:rsidR="0004398D" w:rsidRPr="003A529D" w:rsidRDefault="0004398D" w:rsidP="003A529D">
      <w:pPr>
        <w:pStyle w:val="InfoBlue"/>
        <w:numPr>
          <w:ilvl w:val="0"/>
          <w:numId w:val="25"/>
        </w:numPr>
        <w:rPr>
          <w:i w:val="0"/>
          <w:color w:val="auto"/>
        </w:rPr>
      </w:pPr>
      <w:r w:rsidRPr="003A529D">
        <w:rPr>
          <w:i w:val="0"/>
          <w:color w:val="auto"/>
        </w:rPr>
        <w:t>Access SQL 2016</w:t>
      </w:r>
    </w:p>
    <w:p w14:paraId="1BF2ACF5" w14:textId="77777777" w:rsidR="00A31EEB" w:rsidRPr="003A529D" w:rsidRDefault="0004398D" w:rsidP="003A529D">
      <w:pPr>
        <w:pStyle w:val="InfoBlue"/>
        <w:numPr>
          <w:ilvl w:val="0"/>
          <w:numId w:val="25"/>
        </w:numPr>
        <w:rPr>
          <w:i w:val="0"/>
          <w:color w:val="auto"/>
        </w:rPr>
      </w:pPr>
      <w:r w:rsidRPr="003A529D">
        <w:rPr>
          <w:i w:val="0"/>
          <w:color w:val="auto"/>
        </w:rPr>
        <w:t>Due to FERPA restrictions we must store student information and grades on secure University of Louisville servers</w:t>
      </w:r>
    </w:p>
    <w:p w14:paraId="47E1E249" w14:textId="77777777" w:rsidR="00A31EEB" w:rsidRPr="003A529D" w:rsidRDefault="00AE19B8">
      <w:pPr>
        <w:pStyle w:val="Heading1"/>
        <w:widowControl/>
      </w:pPr>
      <w:bookmarkStart w:id="17" w:name="_Toc423410253"/>
      <w:bookmarkStart w:id="18" w:name="_Toc425054512"/>
      <w:bookmarkStart w:id="19" w:name="_Toc494515313"/>
      <w:r w:rsidRPr="003A529D">
        <w:t>Pre-conditions</w:t>
      </w:r>
      <w:bookmarkEnd w:id="17"/>
      <w:bookmarkEnd w:id="18"/>
      <w:bookmarkEnd w:id="19"/>
    </w:p>
    <w:p w14:paraId="3FB2D599" w14:textId="77777777" w:rsidR="00F045AB" w:rsidRPr="003A529D" w:rsidRDefault="00F045AB" w:rsidP="00F045AB">
      <w:pPr>
        <w:ind w:left="720"/>
      </w:pPr>
      <w:r w:rsidRPr="003A529D">
        <w:t>These are conditions that must be met to add a student to the database.</w:t>
      </w:r>
    </w:p>
    <w:p w14:paraId="4AB92892" w14:textId="77777777" w:rsidR="00603FBD" w:rsidRPr="003A529D" w:rsidRDefault="00F045AB" w:rsidP="00F045AB">
      <w:pPr>
        <w:pStyle w:val="Heading2"/>
      </w:pPr>
      <w:r w:rsidRPr="003A529D">
        <w:t>Access to System</w:t>
      </w:r>
    </w:p>
    <w:p w14:paraId="3C5648A6" w14:textId="77777777" w:rsidR="00F045AB" w:rsidRPr="003A529D" w:rsidRDefault="00F045AB" w:rsidP="003A529D">
      <w:pPr>
        <w:pStyle w:val="InfoBlue"/>
        <w:numPr>
          <w:ilvl w:val="0"/>
          <w:numId w:val="24"/>
        </w:numPr>
        <w:rPr>
          <w:i w:val="0"/>
          <w:color w:val="auto"/>
        </w:rPr>
      </w:pPr>
      <w:r w:rsidRPr="003A529D">
        <w:rPr>
          <w:i w:val="0"/>
          <w:color w:val="auto"/>
        </w:rPr>
        <w:t>Advisor must be logged in</w:t>
      </w:r>
    </w:p>
    <w:p w14:paraId="552DD973" w14:textId="77777777" w:rsidR="00F045AB" w:rsidRPr="003A529D" w:rsidRDefault="00F045AB" w:rsidP="003A529D">
      <w:pPr>
        <w:pStyle w:val="InfoBlue"/>
        <w:numPr>
          <w:ilvl w:val="0"/>
          <w:numId w:val="24"/>
        </w:numPr>
        <w:rPr>
          <w:i w:val="0"/>
          <w:color w:val="auto"/>
        </w:rPr>
      </w:pPr>
      <w:r w:rsidRPr="003A529D">
        <w:rPr>
          <w:i w:val="0"/>
          <w:color w:val="auto"/>
        </w:rPr>
        <w:t>Connected to the University of Louisville’s secure network</w:t>
      </w:r>
    </w:p>
    <w:p w14:paraId="5AFC061D" w14:textId="77777777" w:rsidR="00F045AB" w:rsidRPr="003A529D" w:rsidRDefault="00F045AB" w:rsidP="00603FBD">
      <w:pPr>
        <w:pStyle w:val="BodyText"/>
        <w:ind w:left="0"/>
        <w:rPr>
          <w:rFonts w:ascii="Arial" w:hAnsi="Arial"/>
          <w:b/>
        </w:rPr>
      </w:pPr>
    </w:p>
    <w:p w14:paraId="1183719C" w14:textId="77777777" w:rsidR="00A31EEB" w:rsidRPr="003A529D" w:rsidRDefault="00AE19B8">
      <w:pPr>
        <w:pStyle w:val="Heading1"/>
        <w:widowControl/>
      </w:pPr>
      <w:bookmarkStart w:id="20" w:name="_Toc423410255"/>
      <w:bookmarkStart w:id="21" w:name="_Toc425054514"/>
      <w:bookmarkStart w:id="22" w:name="_Toc494515315"/>
      <w:r w:rsidRPr="003A529D">
        <w:t>Post-conditions</w:t>
      </w:r>
      <w:bookmarkEnd w:id="20"/>
      <w:bookmarkEnd w:id="21"/>
      <w:bookmarkEnd w:id="22"/>
    </w:p>
    <w:p w14:paraId="7AAA36CC" w14:textId="77777777" w:rsidR="00A31EEB" w:rsidRPr="003A529D" w:rsidRDefault="00603FBD" w:rsidP="003A529D">
      <w:pPr>
        <w:pStyle w:val="InfoBlue"/>
        <w:rPr>
          <w:i w:val="0"/>
          <w:color w:val="auto"/>
        </w:rPr>
      </w:pPr>
      <w:r w:rsidRPr="003A529D">
        <w:rPr>
          <w:i w:val="0"/>
          <w:color w:val="auto"/>
        </w:rPr>
        <w:t>This is what occurs after a form is submitted.</w:t>
      </w:r>
    </w:p>
    <w:p w14:paraId="6F053B19" w14:textId="77777777" w:rsidR="00A31EEB" w:rsidRPr="003A529D" w:rsidRDefault="00603FBD">
      <w:pPr>
        <w:pStyle w:val="Heading2"/>
        <w:widowControl/>
      </w:pPr>
      <w:r w:rsidRPr="003A529D">
        <w:t>Student Added</w:t>
      </w:r>
    </w:p>
    <w:p w14:paraId="36B92C30" w14:textId="77777777" w:rsidR="00603FBD" w:rsidRPr="003A529D" w:rsidRDefault="00603FBD" w:rsidP="00603FBD">
      <w:pPr>
        <w:ind w:left="720"/>
      </w:pPr>
      <w:r w:rsidRPr="003A529D">
        <w:t>Once the form is correctly submitted the student will be added to the database.</w:t>
      </w:r>
    </w:p>
    <w:p w14:paraId="78E0FBE2" w14:textId="77777777" w:rsidR="00A31EEB" w:rsidRPr="003A529D" w:rsidRDefault="00AE19B8">
      <w:pPr>
        <w:pStyle w:val="Heading1"/>
      </w:pPr>
      <w:bookmarkStart w:id="23" w:name="_Toc494515317"/>
      <w:r w:rsidRPr="003A529D">
        <w:lastRenderedPageBreak/>
        <w:t>Extension Points</w:t>
      </w:r>
      <w:bookmarkEnd w:id="23"/>
    </w:p>
    <w:p w14:paraId="6A2C141F" w14:textId="77777777" w:rsidR="00A31EEB" w:rsidRPr="003A529D" w:rsidRDefault="003A529D" w:rsidP="003A529D">
      <w:pPr>
        <w:pStyle w:val="InfoBlue"/>
        <w:rPr>
          <w:i w:val="0"/>
          <w:color w:val="auto"/>
        </w:rPr>
      </w:pPr>
      <w:r w:rsidRPr="003A529D">
        <w:rPr>
          <w:i w:val="0"/>
          <w:color w:val="auto"/>
        </w:rPr>
        <w:t>If a field on the form is not filled out in the correct format and message will pop-up describing discrepancy.</w:t>
      </w:r>
    </w:p>
    <w:p w14:paraId="380CCF64" w14:textId="77777777" w:rsidR="00A31EEB" w:rsidRPr="003A529D" w:rsidRDefault="003A529D">
      <w:pPr>
        <w:pStyle w:val="Heading2"/>
      </w:pPr>
      <w:r w:rsidRPr="003A529D">
        <w:t>Invalid input</w:t>
      </w:r>
    </w:p>
    <w:p w14:paraId="5E7CF8E8" w14:textId="77777777" w:rsidR="003A529D" w:rsidRPr="003A529D" w:rsidRDefault="003A529D" w:rsidP="003A529D">
      <w:pPr>
        <w:pStyle w:val="InfoBlue"/>
        <w:numPr>
          <w:ilvl w:val="0"/>
          <w:numId w:val="26"/>
        </w:numPr>
        <w:rPr>
          <w:i w:val="0"/>
          <w:color w:val="auto"/>
        </w:rPr>
      </w:pPr>
      <w:r w:rsidRPr="003A529D">
        <w:rPr>
          <w:i w:val="0"/>
          <w:color w:val="auto"/>
        </w:rPr>
        <w:t>Incorrect format</w:t>
      </w:r>
    </w:p>
    <w:p w14:paraId="7B65C45A" w14:textId="77777777" w:rsidR="003A529D" w:rsidRPr="003A529D" w:rsidRDefault="003A529D" w:rsidP="003A529D">
      <w:pPr>
        <w:pStyle w:val="InfoBlue"/>
        <w:numPr>
          <w:ilvl w:val="0"/>
          <w:numId w:val="26"/>
        </w:numPr>
        <w:rPr>
          <w:i w:val="0"/>
          <w:color w:val="auto"/>
        </w:rPr>
      </w:pPr>
      <w:r w:rsidRPr="003A529D">
        <w:rPr>
          <w:i w:val="0"/>
          <w:color w:val="auto"/>
        </w:rPr>
        <w:t>Incorrect number of characters in a field</w:t>
      </w:r>
    </w:p>
    <w:p w14:paraId="0A2ABC5E" w14:textId="77777777" w:rsidR="003A529D" w:rsidRPr="003A529D" w:rsidRDefault="003A529D" w:rsidP="003A529D">
      <w:pPr>
        <w:pStyle w:val="InfoBlue"/>
        <w:numPr>
          <w:ilvl w:val="0"/>
          <w:numId w:val="26"/>
        </w:numPr>
        <w:rPr>
          <w:i w:val="0"/>
          <w:color w:val="auto"/>
        </w:rPr>
      </w:pPr>
      <w:r w:rsidRPr="003A529D">
        <w:rPr>
          <w:i w:val="0"/>
          <w:color w:val="auto"/>
        </w:rPr>
        <w:t>Invalid characters</w:t>
      </w:r>
    </w:p>
    <w:sectPr w:rsidR="003A529D" w:rsidRPr="003A529D">
      <w:headerReference w:type="default" r:id="rId14"/>
      <w:footerReference w:type="default" r:id="rId15"/>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C9EA0" w14:textId="77777777" w:rsidR="004A15F7" w:rsidRDefault="004A15F7">
      <w:pPr>
        <w:spacing w:line="240" w:lineRule="auto"/>
      </w:pPr>
      <w:r>
        <w:separator/>
      </w:r>
    </w:p>
  </w:endnote>
  <w:endnote w:type="continuationSeparator" w:id="0">
    <w:p w14:paraId="01660383" w14:textId="77777777" w:rsidR="004A15F7" w:rsidRDefault="004A1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204A6" w14:textId="77777777" w:rsidR="007863C8" w:rsidRDefault="007863C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2FD45" w14:textId="77777777" w:rsidR="007863C8" w:rsidRDefault="007863C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BA5C3" w14:textId="77777777" w:rsidR="007863C8" w:rsidRDefault="007863C8">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4A15F7" w14:paraId="2E077D43" w14:textId="77777777">
      <w:tc>
        <w:tcPr>
          <w:tcW w:w="3162" w:type="dxa"/>
          <w:tcBorders>
            <w:top w:val="nil"/>
            <w:left w:val="nil"/>
            <w:bottom w:val="nil"/>
            <w:right w:val="nil"/>
          </w:tcBorders>
        </w:tcPr>
        <w:p w14:paraId="5CB6B2C5" w14:textId="77777777" w:rsidR="004A15F7" w:rsidRDefault="004A15F7">
          <w:pPr>
            <w:ind w:right="360"/>
            <w:rPr>
              <w:sz w:val="24"/>
            </w:rPr>
          </w:pPr>
          <w:bookmarkStart w:id="24" w:name="_GoBack"/>
          <w:bookmarkEnd w:id="24"/>
          <w:r>
            <w:t>Confidential</w:t>
          </w:r>
        </w:p>
      </w:tc>
      <w:tc>
        <w:tcPr>
          <w:tcW w:w="3162" w:type="dxa"/>
          <w:tcBorders>
            <w:top w:val="nil"/>
            <w:left w:val="nil"/>
            <w:bottom w:val="nil"/>
            <w:right w:val="nil"/>
          </w:tcBorders>
        </w:tcPr>
        <w:p w14:paraId="67F523A1" w14:textId="77777777" w:rsidR="004A15F7" w:rsidRDefault="004A15F7" w:rsidP="00940074">
          <w:pPr>
            <w:jc w:val="center"/>
          </w:pPr>
          <w:r>
            <w:fldChar w:fldCharType="begin"/>
          </w:r>
          <w:r>
            <w:instrText>symbol 211 \f "Symbol" \s 10</w:instrText>
          </w:r>
          <w:r>
            <w:fldChar w:fldCharType="separate"/>
          </w:r>
          <w:r>
            <w:rPr>
              <w:rFonts w:ascii="Symbol" w:hAnsi="Symbol"/>
            </w:rPr>
            <w:t>Ó</w:t>
          </w:r>
          <w:r>
            <w:fldChar w:fldCharType="end"/>
          </w:r>
          <w:r>
            <w:t xml:space="preserve">R.A.C.T.,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14:paraId="4264BF30" w14:textId="77777777" w:rsidR="004A15F7" w:rsidRDefault="004A15F7">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7863C8">
            <w:rPr>
              <w:rStyle w:val="PageNumber"/>
              <w:noProof/>
            </w:rPr>
            <w:t>3</w:t>
          </w:r>
          <w:r>
            <w:rPr>
              <w:rStyle w:val="PageNumber"/>
            </w:rPr>
            <w:fldChar w:fldCharType="end"/>
          </w:r>
        </w:p>
      </w:tc>
    </w:tr>
  </w:tbl>
  <w:p w14:paraId="705D5199" w14:textId="77777777" w:rsidR="004A15F7" w:rsidRDefault="004A15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0571" w14:textId="77777777" w:rsidR="004A15F7" w:rsidRDefault="004A15F7">
      <w:pPr>
        <w:spacing w:line="240" w:lineRule="auto"/>
      </w:pPr>
      <w:r>
        <w:separator/>
      </w:r>
    </w:p>
  </w:footnote>
  <w:footnote w:type="continuationSeparator" w:id="0">
    <w:p w14:paraId="71644F1D" w14:textId="77777777" w:rsidR="004A15F7" w:rsidRDefault="004A15F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4A69C" w14:textId="77777777" w:rsidR="007863C8" w:rsidRDefault="007863C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E79B8" w14:textId="77777777" w:rsidR="004A15F7" w:rsidRDefault="004A15F7">
    <w:pPr>
      <w:rPr>
        <w:sz w:val="24"/>
      </w:rPr>
    </w:pPr>
  </w:p>
  <w:p w14:paraId="6E506893" w14:textId="77777777" w:rsidR="004A15F7" w:rsidRDefault="004A15F7">
    <w:pPr>
      <w:pBdr>
        <w:top w:val="single" w:sz="6" w:space="1" w:color="auto"/>
      </w:pBdr>
      <w:rPr>
        <w:sz w:val="24"/>
      </w:rPr>
    </w:pPr>
  </w:p>
  <w:p w14:paraId="1DC8BC5A" w14:textId="77777777" w:rsidR="004A15F7" w:rsidRDefault="004A15F7">
    <w:pPr>
      <w:pBdr>
        <w:bottom w:val="single" w:sz="6" w:space="1" w:color="auto"/>
      </w:pBdr>
      <w:jc w:val="right"/>
      <w:rPr>
        <w:rFonts w:ascii="Arial" w:hAnsi="Arial"/>
        <w:b/>
        <w:sz w:val="36"/>
      </w:rPr>
    </w:pPr>
    <w:fldSimple w:instr=" DOCPROPERTY &quot;Company&quot;  \* MERGEFORMAT ">
      <w:r>
        <w:rPr>
          <w:rFonts w:ascii="Arial" w:hAnsi="Arial"/>
          <w:b/>
          <w:sz w:val="36"/>
        </w:rPr>
        <w:t>R.A.C.T</w:t>
      </w:r>
    </w:fldSimple>
    <w:r>
      <w:rPr>
        <w:rFonts w:ascii="Arial" w:hAnsi="Arial"/>
        <w:b/>
        <w:sz w:val="36"/>
      </w:rPr>
      <w:t>.</w:t>
    </w:r>
  </w:p>
  <w:p w14:paraId="38EE805E" w14:textId="77777777" w:rsidR="004A15F7" w:rsidRDefault="004A15F7">
    <w:pPr>
      <w:pBdr>
        <w:bottom w:val="single" w:sz="6" w:space="1" w:color="auto"/>
      </w:pBdr>
      <w:jc w:val="right"/>
      <w:rPr>
        <w:sz w:val="24"/>
      </w:rPr>
    </w:pPr>
  </w:p>
  <w:p w14:paraId="30BF6E6A" w14:textId="77777777" w:rsidR="004A15F7" w:rsidRDefault="004A15F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8E838" w14:textId="77777777" w:rsidR="007863C8" w:rsidRDefault="007863C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4A15F7" w14:paraId="1D9BDC81" w14:textId="77777777">
      <w:tc>
        <w:tcPr>
          <w:tcW w:w="6379" w:type="dxa"/>
        </w:tcPr>
        <w:p w14:paraId="64CD93D0" w14:textId="69834CA6" w:rsidR="004A15F7" w:rsidRDefault="007863C8">
          <w:r>
            <w:t>P</w:t>
          </w:r>
          <w:r w:rsidR="004A15F7">
            <w:t>SONAR</w:t>
          </w:r>
        </w:p>
      </w:tc>
      <w:tc>
        <w:tcPr>
          <w:tcW w:w="3179" w:type="dxa"/>
        </w:tcPr>
        <w:p w14:paraId="3DAC7F49" w14:textId="77777777" w:rsidR="004A15F7" w:rsidRDefault="004A15F7">
          <w:pPr>
            <w:tabs>
              <w:tab w:val="left" w:pos="1135"/>
            </w:tabs>
            <w:spacing w:before="40"/>
            <w:ind w:right="68"/>
          </w:pPr>
          <w:r>
            <w:t xml:space="preserve">  Version:          1.0</w:t>
          </w:r>
        </w:p>
      </w:tc>
    </w:tr>
    <w:tr w:rsidR="004A15F7" w14:paraId="486A40C6" w14:textId="77777777">
      <w:tc>
        <w:tcPr>
          <w:tcW w:w="6379" w:type="dxa"/>
        </w:tcPr>
        <w:p w14:paraId="7F66F130" w14:textId="62CE8581" w:rsidR="004A15F7" w:rsidRDefault="004A15F7" w:rsidP="004A15F7">
          <w:fldSimple w:instr="title  \* Mergeformat ">
            <w:r>
              <w:t>Use Case Specification: Edit Graduate Student</w:t>
            </w:r>
          </w:fldSimple>
        </w:p>
      </w:tc>
      <w:tc>
        <w:tcPr>
          <w:tcW w:w="3179" w:type="dxa"/>
        </w:tcPr>
        <w:p w14:paraId="2B3FC4B6" w14:textId="77777777" w:rsidR="004A15F7" w:rsidRDefault="004A15F7">
          <w:r>
            <w:t xml:space="preserve">  Date:  19/Oct/16</w:t>
          </w:r>
        </w:p>
      </w:tc>
    </w:tr>
    <w:tr w:rsidR="004A15F7" w14:paraId="57AD753A" w14:textId="77777777">
      <w:tc>
        <w:tcPr>
          <w:tcW w:w="9558" w:type="dxa"/>
          <w:gridSpan w:val="2"/>
        </w:tcPr>
        <w:p w14:paraId="2F43D0C9" w14:textId="712D7B14" w:rsidR="004A15F7" w:rsidRDefault="00874E82" w:rsidP="00F045AB">
          <w:r>
            <w:t>UC4</w:t>
          </w:r>
          <w:r w:rsidR="004A15F7">
            <w:t>7</w:t>
          </w:r>
        </w:p>
      </w:tc>
    </w:tr>
  </w:tbl>
  <w:p w14:paraId="3477137A" w14:textId="77777777" w:rsidR="004A15F7" w:rsidRDefault="004A15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A54D43"/>
    <w:multiLevelType w:val="hybridMultilevel"/>
    <w:tmpl w:val="79DA0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2343E5"/>
    <w:multiLevelType w:val="hybridMultilevel"/>
    <w:tmpl w:val="D71C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C717AA5"/>
    <w:multiLevelType w:val="hybridMultilevel"/>
    <w:tmpl w:val="CEDE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6137A"/>
    <w:multiLevelType w:val="multilevel"/>
    <w:tmpl w:val="E2068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4"/>
  </w:num>
  <w:num w:numId="5">
    <w:abstractNumId w:val="19"/>
  </w:num>
  <w:num w:numId="6">
    <w:abstractNumId w:val="18"/>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3"/>
  </w:num>
  <w:num w:numId="10">
    <w:abstractNumId w:val="4"/>
  </w:num>
  <w:num w:numId="11">
    <w:abstractNumId w:val="13"/>
  </w:num>
  <w:num w:numId="12">
    <w:abstractNumId w:val="11"/>
  </w:num>
  <w:num w:numId="13">
    <w:abstractNumId w:val="22"/>
  </w:num>
  <w:num w:numId="14">
    <w:abstractNumId w:val="10"/>
  </w:num>
  <w:num w:numId="15">
    <w:abstractNumId w:val="7"/>
  </w:num>
  <w:num w:numId="16">
    <w:abstractNumId w:val="21"/>
  </w:num>
  <w:num w:numId="17">
    <w:abstractNumId w:val="16"/>
  </w:num>
  <w:num w:numId="18">
    <w:abstractNumId w:val="8"/>
  </w:num>
  <w:num w:numId="19">
    <w:abstractNumId w:val="15"/>
  </w:num>
  <w:num w:numId="20">
    <w:abstractNumId w:val="9"/>
  </w:num>
  <w:num w:numId="21">
    <w:abstractNumId w:val="20"/>
  </w:num>
  <w:num w:numId="22">
    <w:abstractNumId w:val="17"/>
  </w:num>
  <w:num w:numId="23">
    <w:abstractNumId w:val="6"/>
  </w:num>
  <w:num w:numId="24">
    <w:abstractNumId w:val="1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8"/>
    <w:rsid w:val="0004398D"/>
    <w:rsid w:val="0004648A"/>
    <w:rsid w:val="00074585"/>
    <w:rsid w:val="00091F2F"/>
    <w:rsid w:val="000D293C"/>
    <w:rsid w:val="00190CFC"/>
    <w:rsid w:val="001C4845"/>
    <w:rsid w:val="00210C48"/>
    <w:rsid w:val="00261CA6"/>
    <w:rsid w:val="002F517C"/>
    <w:rsid w:val="00372FB7"/>
    <w:rsid w:val="003A529D"/>
    <w:rsid w:val="003E18FF"/>
    <w:rsid w:val="004A15F7"/>
    <w:rsid w:val="004F6AC0"/>
    <w:rsid w:val="005E00B6"/>
    <w:rsid w:val="00603FBD"/>
    <w:rsid w:val="00757329"/>
    <w:rsid w:val="007863C8"/>
    <w:rsid w:val="00874E82"/>
    <w:rsid w:val="00940074"/>
    <w:rsid w:val="00A31EEB"/>
    <w:rsid w:val="00AE19B8"/>
    <w:rsid w:val="00C57A79"/>
    <w:rsid w:val="00CA0558"/>
    <w:rsid w:val="00D05E4C"/>
    <w:rsid w:val="00F045AB"/>
    <w:rsid w:val="00FC4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5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\Users\rmbark01\AppData\Local\Temp\rup_ucspec.dot</Template>
  <TotalTime>3</TotalTime>
  <Pages>5</Pages>
  <Words>362</Words>
  <Characters>2066</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Rebecca Ludwig</cp:lastModifiedBy>
  <cp:revision>3</cp:revision>
  <cp:lastPrinted>1901-01-01T06:00:00Z</cp:lastPrinted>
  <dcterms:created xsi:type="dcterms:W3CDTF">2016-10-19T17:02:00Z</dcterms:created>
  <dcterms:modified xsi:type="dcterms:W3CDTF">2016-10-19T17:03:00Z</dcterms:modified>
</cp:coreProperties>
</file>